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09650" w14:textId="77777777" w:rsidR="006B54B5" w:rsidRPr="00EB5B5D" w:rsidRDefault="00997F14" w:rsidP="006B54B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6B54B5" w:rsidRPr="00EB5B5D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spellStart"/>
      <w:r w:rsidR="006B54B5" w:rsidRPr="00EB5B5D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6B54B5" w:rsidRPr="00EB5B5D">
        <w:rPr>
          <w:rFonts w:ascii="Corbel" w:hAnsi="Corbel"/>
          <w:bCs/>
          <w:i/>
          <w:sz w:val="24"/>
          <w:szCs w:val="24"/>
        </w:rPr>
        <w:t xml:space="preserve">  nr 12/2019</w:t>
      </w:r>
    </w:p>
    <w:p w14:paraId="598A8AA9" w14:textId="77777777" w:rsidR="006B54B5" w:rsidRPr="00EB5B5D" w:rsidRDefault="006B54B5" w:rsidP="006B54B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2AFAE7E6" w:rsidR="006B54B5" w:rsidRPr="00E33FD0" w:rsidRDefault="006B54B5" w:rsidP="006B54B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2A37F4">
        <w:rPr>
          <w:rFonts w:ascii="Corbel" w:hAnsi="Corbel"/>
          <w:b/>
          <w:smallCaps/>
          <w:sz w:val="24"/>
          <w:szCs w:val="24"/>
        </w:rPr>
        <w:t>2019-2022</w:t>
      </w:r>
    </w:p>
    <w:p w14:paraId="0F05DE12" w14:textId="481335F6" w:rsidR="006B54B5" w:rsidRPr="00EB5B5D" w:rsidRDefault="006B54B5" w:rsidP="006B54B5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2A37F4">
        <w:rPr>
          <w:rFonts w:ascii="Corbel" w:hAnsi="Corbel"/>
          <w:sz w:val="24"/>
          <w:szCs w:val="24"/>
        </w:rPr>
        <w:t>1</w:t>
      </w:r>
      <w:r w:rsidRPr="00EB5B5D">
        <w:rPr>
          <w:rFonts w:ascii="Corbel" w:hAnsi="Corbel"/>
          <w:sz w:val="24"/>
          <w:szCs w:val="24"/>
        </w:rPr>
        <w:t>/202</w:t>
      </w:r>
      <w:r w:rsidR="002A37F4">
        <w:rPr>
          <w:rFonts w:ascii="Corbel" w:hAnsi="Corbel"/>
          <w:sz w:val="24"/>
          <w:szCs w:val="24"/>
        </w:rPr>
        <w:t>2</w:t>
      </w:r>
      <w:bookmarkStart w:id="0" w:name="_GoBack"/>
      <w:bookmarkEnd w:id="0"/>
    </w:p>
    <w:p w14:paraId="672A6659" w14:textId="77777777" w:rsidR="0085747A" w:rsidRPr="009C54AE" w:rsidRDefault="0085747A" w:rsidP="006B54B5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611B4E65" w14:textId="77777777" w:rsidTr="179BA154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6CC380F5" w14:textId="77777777" w:rsidR="0085747A" w:rsidRPr="009C54AE" w:rsidRDefault="006C2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Biznesplan</w:t>
            </w:r>
          </w:p>
        </w:tc>
      </w:tr>
      <w:tr w:rsidR="0085747A" w:rsidRPr="009C54AE" w14:paraId="70F53202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4A116338" w14:textId="77777777" w:rsidR="0085747A" w:rsidRPr="009C54AE" w:rsidRDefault="006C254D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C254D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C254D">
              <w:rPr>
                <w:rFonts w:ascii="Corbel" w:hAnsi="Corbel"/>
                <w:b w:val="0"/>
                <w:sz w:val="24"/>
                <w:szCs w:val="24"/>
              </w:rPr>
              <w:t>/I/RP/C-1.10a</w:t>
            </w:r>
          </w:p>
        </w:tc>
      </w:tr>
      <w:tr w:rsidR="0085747A" w:rsidRPr="009C54AE" w14:paraId="0B2695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79DB5D10" w14:textId="7CDCAC96" w:rsidR="0085747A" w:rsidRPr="002623F7" w:rsidRDefault="009E7834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17AD88B" w:rsidR="0085747A" w:rsidRPr="009C54AE" w:rsidRDefault="6AF594EF" w:rsidP="179BA1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79BA15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1A765B70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62E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179BA154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179BA154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7CECAD07" w:rsidR="00C31C76" w:rsidRPr="009C54AE" w:rsidRDefault="00005A47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179BA154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984831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179BA154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Kazimierz Cyran, 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228B5490" w14:textId="672CDB17" w:rsidR="0085747A" w:rsidRPr="009E783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9E7834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2A2AAC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04435D66" w:rsidR="00015B8F" w:rsidRPr="009C54AE" w:rsidRDefault="003E1B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35CA35E0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770404B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254D" w:rsidRPr="009C54AE" w14:paraId="587EA2A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3026" w14:textId="77777777" w:rsidR="006C254D" w:rsidRPr="009C54AE" w:rsidRDefault="006C254D" w:rsidP="006C25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254D" w:rsidRPr="009C54AE" w14:paraId="68CB05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9416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6C254D" w:rsidRPr="009C54AE" w14:paraId="44884FA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2D6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Układ i struktura biznesplanu.</w:t>
            </w:r>
          </w:p>
        </w:tc>
      </w:tr>
      <w:tr w:rsidR="006C254D" w:rsidRPr="009C54AE" w14:paraId="14B3543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F57A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Zasady metodyczne przygotowywania biznesplanu </w:t>
            </w:r>
          </w:p>
        </w:tc>
      </w:tr>
      <w:tr w:rsidR="006C254D" w:rsidRPr="009C54AE" w14:paraId="15407816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DB97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Typowe zastosowania biznes planu. </w:t>
            </w:r>
          </w:p>
        </w:tc>
      </w:tr>
      <w:tr w:rsidR="006C254D" w:rsidRPr="009C54AE" w14:paraId="62237B6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A2E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6C254D" w:rsidRPr="009C54AE" w14:paraId="7922E0D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F87D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lastRenderedPageBreak/>
              <w:t xml:space="preserve">Analiza strategiczna z uwzględnieniem wewnętrznych i zewnętrznych uwarunkowań rozwojowych - wybór optymalnej strategii rozwoju </w:t>
            </w:r>
          </w:p>
        </w:tc>
      </w:tr>
      <w:tr w:rsidR="006C254D" w:rsidRPr="009C54AE" w14:paraId="28DC53A9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D693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6C254D" w:rsidRPr="009C54AE" w14:paraId="5D901F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975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Opracowanie planu działalności </w:t>
            </w:r>
            <w:proofErr w:type="spellStart"/>
            <w:r w:rsidRPr="00510624">
              <w:rPr>
                <w:rFonts w:ascii="Corbel" w:hAnsi="Corbel"/>
                <w:sz w:val="24"/>
                <w:szCs w:val="24"/>
              </w:rPr>
              <w:t>tj</w:t>
            </w:r>
            <w:proofErr w:type="spellEnd"/>
            <w:r w:rsidRPr="00510624">
              <w:rPr>
                <w:rFonts w:ascii="Corbel" w:hAnsi="Corbel"/>
                <w:sz w:val="24"/>
                <w:szCs w:val="24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6C254D" w:rsidRPr="009C54AE" w14:paraId="5E65222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3ECF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6C254D" w:rsidRPr="009C54AE" w14:paraId="1AC7B7D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10B0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</w:t>
            </w:r>
          </w:p>
        </w:tc>
      </w:tr>
      <w:tr w:rsidR="006C254D" w:rsidRPr="009C54AE" w14:paraId="5B6C20EE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8D8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6C254D" w:rsidRPr="009C54AE" w14:paraId="7F2E1941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757B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6C254D" w:rsidRPr="009C54AE" w14:paraId="7D6AF65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0B89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254D">
              <w:rPr>
                <w:rFonts w:ascii="Corbel" w:hAnsi="Corbel"/>
                <w:sz w:val="24"/>
                <w:szCs w:val="24"/>
              </w:rPr>
              <w:t>A</w:t>
            </w:r>
            <w:r w:rsidRPr="00510624">
              <w:rPr>
                <w:rFonts w:ascii="Corbel" w:hAnsi="Corbel"/>
                <w:sz w:val="24"/>
                <w:szCs w:val="24"/>
              </w:rPr>
              <w:t>naliza progu rentowności, Ocena efektywności inwestycji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33F534DD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0013F1">
        <w:rPr>
          <w:rFonts w:ascii="Corbel" w:hAnsi="Corbel"/>
          <w:b w:val="0"/>
          <w:smallCaps w:val="0"/>
          <w:szCs w:val="24"/>
        </w:rPr>
        <w:t>s</w:t>
      </w:r>
      <w:r w:rsidR="00D97FB6" w:rsidRPr="003E08E1">
        <w:rPr>
          <w:rFonts w:ascii="Corbel" w:hAnsi="Corbel"/>
          <w:b w:val="0"/>
          <w:smallCaps w:val="0"/>
          <w:szCs w:val="24"/>
        </w:rPr>
        <w:t>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179BA154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4D71" w:rsidRPr="009C54AE" w14:paraId="4200E036" w14:textId="77777777" w:rsidTr="179BA154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179BA154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14CB413C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6EEEB6C2"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zaliczeniowej </w:t>
            </w: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>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179BA154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179BA154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2F5B4B39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179BA154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70F86D7C" w:rsidRPr="179BA154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76070393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34CF6F22" w:rsidRPr="179BA154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179BA154">
              <w:rPr>
                <w:rFonts w:ascii="Corbel" w:hAnsi="Corbel"/>
                <w:b w:val="0"/>
                <w:smallCaps w:val="0"/>
              </w:rPr>
              <w:t>praca zaliczeniowa, którą jest plan</w:t>
            </w:r>
            <w:r w:rsidR="13B6DBD5" w:rsidRPr="179BA154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179BA154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w/w punkty dopisują się do ogólnej liczby punktów jakie student zgromadził w trakcie trwania przedmiotu.</w:t>
            </w:r>
          </w:p>
          <w:p w14:paraId="1D785DC5" w14:textId="5062CD64" w:rsidR="0085747A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1D4A4F1D" w:rsidRPr="179BA15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zaliczenie, przy jednoczesnym założeniu, że analogiczny warunek zostanie spełniony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179BA154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179BA154">
        <w:tc>
          <w:tcPr>
            <w:tcW w:w="4962" w:type="dxa"/>
          </w:tcPr>
          <w:p w14:paraId="392265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2D36E29D" w:rsidR="0085747A" w:rsidRPr="009C54AE" w:rsidRDefault="003E1B7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16E8161" w14:textId="77777777" w:rsidTr="179BA154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179BA154">
        <w:tc>
          <w:tcPr>
            <w:tcW w:w="4962" w:type="dxa"/>
          </w:tcPr>
          <w:p w14:paraId="2DF1B5BC" w14:textId="49B41C63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79BA15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179BA15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179BA15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7D8D2045" w:rsidRPr="179BA154">
              <w:rPr>
                <w:rFonts w:ascii="Corbel" w:hAnsi="Corbel"/>
                <w:sz w:val="24"/>
                <w:szCs w:val="24"/>
              </w:rPr>
              <w:t xml:space="preserve"> </w:t>
            </w:r>
            <w:r w:rsidRPr="179BA154">
              <w:rPr>
                <w:rFonts w:ascii="Corbel" w:hAnsi="Corbel"/>
                <w:sz w:val="24"/>
                <w:szCs w:val="24"/>
              </w:rPr>
              <w:t>(przygotowanie do zajęć, , napisanie referatu itp.)</w:t>
            </w:r>
          </w:p>
        </w:tc>
        <w:tc>
          <w:tcPr>
            <w:tcW w:w="4677" w:type="dxa"/>
          </w:tcPr>
          <w:p w14:paraId="526D80A2" w14:textId="076D2D56" w:rsidR="00C61DC5" w:rsidRDefault="003E1B7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179BA154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79BA154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8E884CA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179BA154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40D5B6CA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78E722AE" w14:textId="0E7DDE61" w:rsidR="0F430388" w:rsidRDefault="0F430388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179BA154">
              <w:rPr>
                <w:rFonts w:ascii="Corbel" w:hAnsi="Corbel"/>
              </w:rPr>
              <w:t xml:space="preserve">Skrzypek J., Filar E, 2012, Biznes Plan: model najlepszych praktyk. Wydawnictwo </w:t>
            </w:r>
            <w:proofErr w:type="spellStart"/>
            <w:r w:rsidRPr="179BA154">
              <w:rPr>
                <w:rFonts w:ascii="Corbel" w:hAnsi="Corbel"/>
              </w:rPr>
              <w:t>Poltext</w:t>
            </w:r>
            <w:proofErr w:type="spellEnd"/>
            <w:r w:rsidRPr="179BA154">
              <w:rPr>
                <w:rFonts w:ascii="Corbel" w:hAnsi="Corbel"/>
              </w:rPr>
              <w:t xml:space="preserve">, Warszawa  </w:t>
            </w:r>
          </w:p>
          <w:p w14:paraId="3DB45BC2" w14:textId="77777777" w:rsidR="00B25F60" w:rsidRPr="00F8682C" w:rsidRDefault="6FF73996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proofErr w:type="spellStart"/>
            <w:r w:rsidRPr="179BA154">
              <w:rPr>
                <w:rFonts w:ascii="Corbel" w:hAnsi="Corbel"/>
              </w:rPr>
              <w:t>Hermaniuk</w:t>
            </w:r>
            <w:proofErr w:type="spellEnd"/>
            <w:r w:rsidRPr="179BA154">
              <w:rPr>
                <w:rFonts w:ascii="Corbel" w:hAnsi="Corbel"/>
              </w:rPr>
              <w:t xml:space="preserve"> T., 2014, Biznesplan pytania i odpowiedzi, Wydawnictwo </w:t>
            </w:r>
            <w:proofErr w:type="spellStart"/>
            <w:r w:rsidRPr="179BA154">
              <w:rPr>
                <w:rFonts w:ascii="Corbel" w:hAnsi="Corbel"/>
              </w:rPr>
              <w:t>Difin</w:t>
            </w:r>
            <w:proofErr w:type="spellEnd"/>
            <w:r w:rsidRPr="179BA154">
              <w:rPr>
                <w:rFonts w:ascii="Corbel" w:hAnsi="Corbel"/>
              </w:rPr>
              <w:t xml:space="preserve"> Warszawa</w:t>
            </w:r>
          </w:p>
        </w:tc>
      </w:tr>
      <w:tr w:rsidR="00B25F60" w:rsidRPr="00F8682C" w14:paraId="3E074D21" w14:textId="77777777" w:rsidTr="179BA154">
        <w:trPr>
          <w:trHeight w:val="990"/>
          <w:jc w:val="center"/>
        </w:trPr>
        <w:tc>
          <w:tcPr>
            <w:tcW w:w="7513" w:type="dxa"/>
          </w:tcPr>
          <w:p w14:paraId="218CA5F3" w14:textId="77777777" w:rsidR="00B25F60" w:rsidRPr="00F8682C" w:rsidRDefault="6FF73996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10C96348" w14:textId="05111C1A" w:rsidR="00B25F60" w:rsidRPr="00F8682C" w:rsidRDefault="40D5B6CA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</w:t>
            </w:r>
            <w:proofErr w:type="spellStart"/>
            <w:r w:rsidRPr="179BA154">
              <w:rPr>
                <w:rFonts w:ascii="Corbel" w:hAnsi="Corbel"/>
                <w:b w:val="0"/>
                <w:smallCaps w:val="0"/>
              </w:rPr>
              <w:t>Poltext</w:t>
            </w:r>
            <w:proofErr w:type="spellEnd"/>
            <w:r w:rsidRPr="179BA154">
              <w:rPr>
                <w:rFonts w:ascii="Corbel" w:hAnsi="Corbel"/>
                <w:b w:val="0"/>
                <w:smallCaps w:val="0"/>
              </w:rPr>
              <w:t xml:space="preserve">, Warszawa  </w:t>
            </w:r>
          </w:p>
          <w:p w14:paraId="27953CF5" w14:textId="53D30651" w:rsidR="00B25F60" w:rsidRPr="00F8682C" w:rsidRDefault="12F3E49E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eastAsia="Corbel" w:hAnsi="Corbel" w:cs="Corbel"/>
                <w:b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  <w:szCs w:val="24"/>
              </w:rPr>
              <w:t xml:space="preserve">Pawlak Z. 2008. Biznes Plan. Wydawnictwo </w:t>
            </w:r>
            <w:proofErr w:type="spellStart"/>
            <w:r w:rsidRPr="179BA154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179BA154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67A315" w14:textId="77777777" w:rsidR="00D36930" w:rsidRDefault="00D36930" w:rsidP="00C16ABF">
      <w:pPr>
        <w:spacing w:after="0" w:line="240" w:lineRule="auto"/>
      </w:pPr>
      <w:r>
        <w:separator/>
      </w:r>
    </w:p>
  </w:endnote>
  <w:endnote w:type="continuationSeparator" w:id="0">
    <w:p w14:paraId="5C08BC14" w14:textId="77777777" w:rsidR="00D36930" w:rsidRDefault="00D369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803FB" w14:textId="77777777" w:rsidR="00D36930" w:rsidRDefault="00D36930" w:rsidP="00C16ABF">
      <w:pPr>
        <w:spacing w:after="0" w:line="240" w:lineRule="auto"/>
      </w:pPr>
      <w:r>
        <w:separator/>
      </w:r>
    </w:p>
  </w:footnote>
  <w:footnote w:type="continuationSeparator" w:id="0">
    <w:p w14:paraId="6A192B98" w14:textId="77777777" w:rsidR="00D36930" w:rsidRDefault="00D36930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13F1"/>
    <w:rsid w:val="00002017"/>
    <w:rsid w:val="000048FD"/>
    <w:rsid w:val="00005A47"/>
    <w:rsid w:val="000077B4"/>
    <w:rsid w:val="00013CB1"/>
    <w:rsid w:val="00015B8F"/>
    <w:rsid w:val="00022ECE"/>
    <w:rsid w:val="000302A3"/>
    <w:rsid w:val="00042A51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102"/>
    <w:rsid w:val="000F0BB3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B03BF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477D"/>
    <w:rsid w:val="002336F9"/>
    <w:rsid w:val="0024028F"/>
    <w:rsid w:val="00240C7F"/>
    <w:rsid w:val="00241929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37F4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976D2"/>
    <w:rsid w:val="003A0A5B"/>
    <w:rsid w:val="003A1176"/>
    <w:rsid w:val="003C0BAE"/>
    <w:rsid w:val="003D18A9"/>
    <w:rsid w:val="003D6CE2"/>
    <w:rsid w:val="003E08E1"/>
    <w:rsid w:val="003E1941"/>
    <w:rsid w:val="003E1B71"/>
    <w:rsid w:val="003E2FE6"/>
    <w:rsid w:val="003E49D5"/>
    <w:rsid w:val="003F38C0"/>
    <w:rsid w:val="00414E3C"/>
    <w:rsid w:val="0042244A"/>
    <w:rsid w:val="0042745A"/>
    <w:rsid w:val="00431D5C"/>
    <w:rsid w:val="00431FED"/>
    <w:rsid w:val="00434FDC"/>
    <w:rsid w:val="004362C6"/>
    <w:rsid w:val="00437FA2"/>
    <w:rsid w:val="004411B7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805"/>
    <w:rsid w:val="00490F7D"/>
    <w:rsid w:val="00491343"/>
    <w:rsid w:val="00491678"/>
    <w:rsid w:val="004968E2"/>
    <w:rsid w:val="004A3EEA"/>
    <w:rsid w:val="004A4D1F"/>
    <w:rsid w:val="004D16D8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9544B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7FA8"/>
    <w:rsid w:val="006620D9"/>
    <w:rsid w:val="00671958"/>
    <w:rsid w:val="00675843"/>
    <w:rsid w:val="00677FE3"/>
    <w:rsid w:val="00690490"/>
    <w:rsid w:val="006B54B5"/>
    <w:rsid w:val="006C254D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33A8"/>
    <w:rsid w:val="00724677"/>
    <w:rsid w:val="00725459"/>
    <w:rsid w:val="00734608"/>
    <w:rsid w:val="00740F0D"/>
    <w:rsid w:val="00745302"/>
    <w:rsid w:val="007461D6"/>
    <w:rsid w:val="00746EC8"/>
    <w:rsid w:val="00763BF1"/>
    <w:rsid w:val="0076455C"/>
    <w:rsid w:val="00766FD4"/>
    <w:rsid w:val="00771F51"/>
    <w:rsid w:val="0078168C"/>
    <w:rsid w:val="00781B38"/>
    <w:rsid w:val="00790E27"/>
    <w:rsid w:val="007918CB"/>
    <w:rsid w:val="007A4022"/>
    <w:rsid w:val="007A6E6E"/>
    <w:rsid w:val="007B62EB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319"/>
    <w:rsid w:val="00846D04"/>
    <w:rsid w:val="008471C4"/>
    <w:rsid w:val="00855EC2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84831"/>
    <w:rsid w:val="00997F14"/>
    <w:rsid w:val="009A78D9"/>
    <w:rsid w:val="009B76E7"/>
    <w:rsid w:val="009C3E31"/>
    <w:rsid w:val="009C54AE"/>
    <w:rsid w:val="009C788E"/>
    <w:rsid w:val="009D6AA8"/>
    <w:rsid w:val="009E3B41"/>
    <w:rsid w:val="009E7834"/>
    <w:rsid w:val="009F3C5C"/>
    <w:rsid w:val="009F4610"/>
    <w:rsid w:val="009F609D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75946"/>
    <w:rsid w:val="00B76392"/>
    <w:rsid w:val="00B8056E"/>
    <w:rsid w:val="00B819C8"/>
    <w:rsid w:val="00B8221E"/>
    <w:rsid w:val="00B82308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B1A50"/>
    <w:rsid w:val="00CE51D6"/>
    <w:rsid w:val="00CE5BAC"/>
    <w:rsid w:val="00CF25BE"/>
    <w:rsid w:val="00CF78ED"/>
    <w:rsid w:val="00D02B25"/>
    <w:rsid w:val="00D02EBA"/>
    <w:rsid w:val="00D11280"/>
    <w:rsid w:val="00D1172B"/>
    <w:rsid w:val="00D16ABB"/>
    <w:rsid w:val="00D17C3C"/>
    <w:rsid w:val="00D26B2C"/>
    <w:rsid w:val="00D352C9"/>
    <w:rsid w:val="00D36930"/>
    <w:rsid w:val="00D425B2"/>
    <w:rsid w:val="00D5502F"/>
    <w:rsid w:val="00D552B2"/>
    <w:rsid w:val="00D608D1"/>
    <w:rsid w:val="00D74119"/>
    <w:rsid w:val="00D8075B"/>
    <w:rsid w:val="00D8678B"/>
    <w:rsid w:val="00D97FB6"/>
    <w:rsid w:val="00DA2114"/>
    <w:rsid w:val="00DD620C"/>
    <w:rsid w:val="00DF320D"/>
    <w:rsid w:val="00E129B8"/>
    <w:rsid w:val="00E17E08"/>
    <w:rsid w:val="00E21E7D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C4899"/>
    <w:rsid w:val="00ED03AB"/>
    <w:rsid w:val="00ED32D2"/>
    <w:rsid w:val="00EE32DE"/>
    <w:rsid w:val="00EE5457"/>
    <w:rsid w:val="00EF2F66"/>
    <w:rsid w:val="00EF3C3E"/>
    <w:rsid w:val="00F070AB"/>
    <w:rsid w:val="00F27A7B"/>
    <w:rsid w:val="00F406BC"/>
    <w:rsid w:val="00F617C3"/>
    <w:rsid w:val="00F7066B"/>
    <w:rsid w:val="00F8682C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F430388"/>
    <w:rsid w:val="12F3E49E"/>
    <w:rsid w:val="1347D2A9"/>
    <w:rsid w:val="13B6DBD5"/>
    <w:rsid w:val="1410F5FA"/>
    <w:rsid w:val="14E3A30A"/>
    <w:rsid w:val="179BA154"/>
    <w:rsid w:val="1D4A4F1D"/>
    <w:rsid w:val="31C70F05"/>
    <w:rsid w:val="34CF6F22"/>
    <w:rsid w:val="35D52AEE"/>
    <w:rsid w:val="3CBF3C12"/>
    <w:rsid w:val="40D5B6CA"/>
    <w:rsid w:val="6AF594EF"/>
    <w:rsid w:val="6E73149D"/>
    <w:rsid w:val="6EEEB6C2"/>
    <w:rsid w:val="6FF73996"/>
    <w:rsid w:val="70F86D7C"/>
    <w:rsid w:val="7D8D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4C6D6"/>
  <w15:chartTrackingRefBased/>
  <w15:docId w15:val="{C54D2833-F043-4C36-8E41-3635DB6F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6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1B962-8AAB-49B5-A5EC-B07E3C451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CD4FBA-90E4-4301-8F32-2B1680090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F64871-ECE4-4C0E-A46B-0F3282021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1102</Words>
  <Characters>6617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17</cp:revision>
  <cp:lastPrinted>2017-04-27T18:28:00Z</cp:lastPrinted>
  <dcterms:created xsi:type="dcterms:W3CDTF">2021-01-13T09:59:00Z</dcterms:created>
  <dcterms:modified xsi:type="dcterms:W3CDTF">2021-11-05T11:46:00Z</dcterms:modified>
</cp:coreProperties>
</file>